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57440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57440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Socjologia edukacji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81571" w:rsidRDefault="005B51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81571" w:rsidRDefault="005B51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II</w:t>
            </w: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rok, semestr 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81571" w:rsidRDefault="001B3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k</w:t>
            </w:r>
            <w:r w:rsidR="00434515" w:rsidRPr="00A81571">
              <w:rPr>
                <w:rFonts w:ascii="Corbel" w:hAnsi="Corbel" w:cs="DejaVuSans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80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1E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09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7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BF1F9B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E03D8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>Posiadanie wiedzy podstawowej na temat Funkcjonowania grup społecznych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609B6" w:rsidRDefault="00F609B6" w:rsidP="004345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Ukazanie roli i miejsca socjologii edukacji jako subdyscypliny socjologicznej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Zaprezentowanie genezy i funkcji tej dyscypliny wśród nauk społecznych i</w:t>
            </w:r>
          </w:p>
          <w:p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Wyjaśnienie między innymi kluczowych terminów wchodzących w zakres socjologii</w:t>
            </w:r>
          </w:p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edukacji takich jak: wychowanie (edukacja), wartość, diagnozowanie, aksjologiczne</w:t>
            </w:r>
          </w:p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podstawy nauk pedagogicznych, osobowość, socjalizacja, internalizacja, anomia</w:t>
            </w:r>
          </w:p>
          <w:p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społeczna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F1F9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F1F9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20EBB" w:rsidRDefault="00396BA6" w:rsidP="008D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Zd</w:t>
            </w:r>
            <w:r w:rsidR="008B7B65" w:rsidRPr="00620EBB">
              <w:rPr>
                <w:rFonts w:ascii="Corbel" w:hAnsi="Corbel" w:cs="Times New Roman"/>
              </w:rPr>
              <w:t>efiniuje i opi</w:t>
            </w:r>
            <w:r w:rsidRPr="00620EBB">
              <w:rPr>
                <w:rFonts w:ascii="Corbel" w:hAnsi="Corbel" w:cs="Times New Roman"/>
              </w:rPr>
              <w:t>sze</w:t>
            </w:r>
            <w:r w:rsidR="008B7B65" w:rsidRPr="00620EBB">
              <w:rPr>
                <w:rFonts w:ascii="Corbel" w:hAnsi="Corbel" w:cs="Times New Roman"/>
              </w:rPr>
              <w:t xml:space="preserve"> podstawowe pojęcia z zakresu  socjologii edukacji i pedagogiki społecznej: </w:t>
            </w:r>
            <w:r w:rsidR="008B7B65" w:rsidRPr="00620EBB">
              <w:rPr>
                <w:rFonts w:ascii="Corbel" w:hAnsi="Corbel" w:cs="LiberationSerif"/>
              </w:rPr>
              <w:t>edukacja,</w:t>
            </w:r>
            <w:r w:rsidR="008B7B65" w:rsidRPr="00620EBB">
              <w:rPr>
                <w:rFonts w:ascii="Corbel" w:hAnsi="Corbel" w:cs="Times New Roman"/>
              </w:rPr>
              <w:t xml:space="preserve"> </w:t>
            </w:r>
            <w:r w:rsidR="008B7B65" w:rsidRPr="00620EBB">
              <w:rPr>
                <w:rFonts w:ascii="Corbel" w:hAnsi="Corbel" w:cs="LiberationSerif"/>
              </w:rPr>
              <w:t>szkoła, kształcenie,</w:t>
            </w:r>
            <w:r w:rsidR="008B7B65" w:rsidRPr="00620EBB">
              <w:rPr>
                <w:rFonts w:ascii="Corbel" w:hAnsi="Corbel" w:cs="Times New Roman"/>
              </w:rPr>
              <w:t xml:space="preserve"> socjalizacja, wychowanie, kultura, rodzina, grupa społeczna oraz wskaże miejsce tych subdyscyplin  w systemie nauk </w:t>
            </w:r>
            <w:r w:rsidR="00F609B6" w:rsidRPr="00620EBB">
              <w:rPr>
                <w:rFonts w:ascii="Corbel" w:hAnsi="Corbel" w:cs="LiberationSerif"/>
              </w:rPr>
              <w:t>społecznych</w:t>
            </w:r>
          </w:p>
        </w:tc>
        <w:tc>
          <w:tcPr>
            <w:tcW w:w="1873" w:type="dxa"/>
          </w:tcPr>
          <w:p w:rsidR="0085747A" w:rsidRPr="00620EBB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20EBB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Om</w:t>
            </w:r>
            <w:r w:rsidR="00396BA6" w:rsidRPr="00620EBB">
              <w:rPr>
                <w:rFonts w:ascii="Corbel" w:hAnsi="Corbel" w:cs="Times New Roman"/>
              </w:rPr>
              <w:t>ówi</w:t>
            </w:r>
            <w:r w:rsidRPr="00620EBB">
              <w:rPr>
                <w:rFonts w:ascii="Corbel" w:hAnsi="Corbel" w:cs="Times New Roman"/>
              </w:rPr>
              <w:t xml:space="preserve"> instytucje życia społecznego i  edukacyjnego oraz zachodzące między nimi relacje istotne z socjologicznego i pedagogicznego punktu widzenia, a ponadto</w:t>
            </w:r>
            <w:r w:rsidRPr="00620EBB">
              <w:rPr>
                <w:rFonts w:ascii="Corbel" w:hAnsi="Corbel" w:cs="LiberationSerif"/>
              </w:rPr>
              <w:t xml:space="preserve"> ma</w:t>
            </w:r>
            <w:r w:rsidR="00F609B6" w:rsidRPr="00620EBB">
              <w:rPr>
                <w:rFonts w:ascii="Corbel" w:hAnsi="Corbel" w:cs="LiberationSerif"/>
              </w:rPr>
              <w:t xml:space="preserve"> uporządkowaną wiedzę socjologiczną dotyczącą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F609B6" w:rsidRPr="00620EBB">
              <w:rPr>
                <w:rFonts w:ascii="Corbel" w:hAnsi="Corbel" w:cs="LiberationSerif"/>
              </w:rPr>
              <w:t>podstawowych aspektów wychowania i kształcenia.</w:t>
            </w:r>
          </w:p>
        </w:tc>
        <w:tc>
          <w:tcPr>
            <w:tcW w:w="1873" w:type="dxa"/>
          </w:tcPr>
          <w:p w:rsidR="0085747A" w:rsidRPr="00620EBB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620EBB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Opis</w:t>
            </w:r>
            <w:r w:rsidR="00396BA6" w:rsidRPr="00620EBB">
              <w:rPr>
                <w:rFonts w:ascii="Corbel" w:hAnsi="Corbel" w:cs="Times New Roman"/>
              </w:rPr>
              <w:t>ze</w:t>
            </w:r>
            <w:r w:rsidRPr="00620EBB">
              <w:rPr>
                <w:rFonts w:ascii="Corbel" w:hAnsi="Corbel" w:cs="Times New Roman"/>
              </w:rPr>
              <w:t xml:space="preserve"> główne środowiska wychowawcze, ich specyfikę i procesy w nich zachodzące, rodzaje więzi społecznych oraz rządzące nimi prawidłowości, a ponadto</w:t>
            </w:r>
            <w:r w:rsidRPr="00620EBB">
              <w:rPr>
                <w:rFonts w:ascii="Corbel" w:hAnsi="Corbel" w:cs="LiberationSerif"/>
              </w:rPr>
              <w:t xml:space="preserve"> potrafi właściwie</w:t>
            </w:r>
            <w:r w:rsidR="00D617AC" w:rsidRPr="00620EBB">
              <w:rPr>
                <w:rFonts w:ascii="Corbel" w:hAnsi="Corbel" w:cs="LiberationSerif"/>
              </w:rPr>
              <w:t xml:space="preserve"> interpretować zjawiska społeczne, w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D617AC" w:rsidRPr="00620EBB">
              <w:rPr>
                <w:rFonts w:ascii="Corbel" w:hAnsi="Corbel" w:cs="LiberationSerif"/>
              </w:rPr>
              <w:t>tym sytuacje wychowawcze i edukacyjne.</w:t>
            </w:r>
          </w:p>
        </w:tc>
        <w:tc>
          <w:tcPr>
            <w:tcW w:w="1873" w:type="dxa"/>
          </w:tcPr>
          <w:p w:rsidR="0085747A" w:rsidRPr="00620EBB" w:rsidRDefault="008B7B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</w:t>
            </w:r>
            <w:r w:rsidR="00D617AC" w:rsidRPr="00620EBB">
              <w:rPr>
                <w:rFonts w:ascii="Corbel" w:hAnsi="Corbel" w:cs="LiberationSerif"/>
                <w:b w:val="0"/>
                <w:sz w:val="22"/>
              </w:rPr>
              <w:t>0</w:t>
            </w:r>
            <w:r w:rsidRPr="00620EBB">
              <w:rPr>
                <w:rFonts w:ascii="Corbel" w:hAnsi="Corbel" w:cs="LiberationSerif"/>
                <w:b w:val="0"/>
                <w:sz w:val="22"/>
              </w:rPr>
              <w:t>8</w:t>
            </w:r>
          </w:p>
        </w:tc>
      </w:tr>
      <w:tr w:rsidR="00AD3465" w:rsidRPr="009C54AE" w:rsidTr="005E6E85">
        <w:tc>
          <w:tcPr>
            <w:tcW w:w="1701" w:type="dxa"/>
          </w:tcPr>
          <w:p w:rsidR="00AD3465" w:rsidRPr="009C54AE" w:rsidRDefault="00AD34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617AC" w:rsidRPr="00620EBB" w:rsidRDefault="00396BA6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Times New Roman"/>
              </w:rPr>
              <w:t>Za</w:t>
            </w:r>
            <w:r w:rsidR="007330F8" w:rsidRPr="00620EBB">
              <w:rPr>
                <w:rFonts w:ascii="Corbel" w:hAnsi="Corbel" w:cs="Times New Roman"/>
              </w:rPr>
              <w:t>nalizuje i oce</w:t>
            </w:r>
            <w:r w:rsidRPr="00620EBB">
              <w:rPr>
                <w:rFonts w:ascii="Corbel" w:hAnsi="Corbel" w:cs="Times New Roman"/>
              </w:rPr>
              <w:t>ni</w:t>
            </w:r>
            <w:r w:rsidR="007330F8" w:rsidRPr="00620EBB">
              <w:rPr>
                <w:rFonts w:ascii="Corbel" w:hAnsi="Corbel" w:cs="Times New Roman"/>
              </w:rPr>
              <w:t xml:space="preserve"> różne zjawiska społeczne, w tym sytuacje wychowawcze, opiekuńcze i dydaktyczne</w:t>
            </w:r>
            <w:r w:rsidR="00D36D1B" w:rsidRPr="00620EBB">
              <w:rPr>
                <w:rFonts w:ascii="Corbel" w:hAnsi="Corbel" w:cs="Times New Roman"/>
              </w:rPr>
              <w:t xml:space="preserve">, a ponadto potrafi </w:t>
            </w:r>
            <w:r w:rsidR="00D36D1B" w:rsidRPr="00620EBB">
              <w:rPr>
                <w:rFonts w:ascii="Corbel" w:hAnsi="Corbel" w:cs="LiberationSerif"/>
              </w:rPr>
              <w:t xml:space="preserve"> dokonać interpretacji</w:t>
            </w:r>
            <w:r w:rsidR="00D617AC" w:rsidRPr="00620EBB">
              <w:rPr>
                <w:rFonts w:ascii="Corbel" w:hAnsi="Corbel" w:cs="LiberationSerif"/>
              </w:rPr>
              <w:t xml:space="preserve"> badań socjologicznych</w:t>
            </w:r>
          </w:p>
          <w:p w:rsidR="00D617AC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LiberationSerif"/>
              </w:rPr>
              <w:t>dotyczących problemów edukacyjnych we współczesnym</w:t>
            </w:r>
          </w:p>
          <w:p w:rsidR="00AD3465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LiberationSerif"/>
              </w:rPr>
              <w:t>świecie.</w:t>
            </w:r>
          </w:p>
        </w:tc>
        <w:tc>
          <w:tcPr>
            <w:tcW w:w="1873" w:type="dxa"/>
          </w:tcPr>
          <w:p w:rsidR="00AD3465" w:rsidRPr="00620EBB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K_U0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1</w:t>
            </w:r>
          </w:p>
        </w:tc>
      </w:tr>
      <w:tr w:rsidR="00185DF9" w:rsidRPr="009C54AE" w:rsidTr="005E6E85">
        <w:tc>
          <w:tcPr>
            <w:tcW w:w="1701" w:type="dxa"/>
          </w:tcPr>
          <w:p w:rsidR="00185DF9" w:rsidRPr="00185DF9" w:rsidRDefault="00185D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DF9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6096" w:type="dxa"/>
          </w:tcPr>
          <w:p w:rsidR="00185DF9" w:rsidRPr="00620EBB" w:rsidRDefault="00D36D1B" w:rsidP="00D36D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Times New Roman"/>
              </w:rPr>
              <w:t>Dokon</w:t>
            </w:r>
            <w:r w:rsidR="00396BA6" w:rsidRPr="00620EBB">
              <w:rPr>
                <w:rFonts w:ascii="Corbel" w:hAnsi="Corbel" w:cs="Times New Roman"/>
              </w:rPr>
              <w:t>a</w:t>
            </w:r>
            <w:r w:rsidRPr="00620EBB">
              <w:rPr>
                <w:rFonts w:ascii="Corbel" w:hAnsi="Corbel" w:cs="Times New Roman"/>
              </w:rPr>
              <w:t xml:space="preserve"> analizy i interpretacji własnych działań, wskazuje obszary wymagające zmian oraz podejmuje działania na rzecz własnego rozwoju i rozwoju innych uczestników procesów pedagogicznych, przy czym p</w:t>
            </w:r>
            <w:r w:rsidR="00D617AC" w:rsidRPr="00620EBB">
              <w:rPr>
                <w:rFonts w:ascii="Corbel" w:hAnsi="Corbel" w:cs="LiberationSerif"/>
              </w:rPr>
              <w:t>osiada</w:t>
            </w:r>
            <w:r w:rsidRPr="00620EBB">
              <w:rPr>
                <w:rFonts w:ascii="Corbel" w:hAnsi="Corbel" w:cs="LiberationSerif"/>
              </w:rPr>
              <w:t xml:space="preserve"> również</w:t>
            </w:r>
            <w:r w:rsidR="00D617AC" w:rsidRPr="00620EBB">
              <w:rPr>
                <w:rFonts w:ascii="Corbel" w:hAnsi="Corbel" w:cs="LiberationSerif"/>
              </w:rPr>
              <w:t xml:space="preserve"> umiejętność ewaluacji i oceny prowadzonej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D617AC" w:rsidRPr="00620EBB">
              <w:rPr>
                <w:rFonts w:ascii="Corbel" w:hAnsi="Corbel" w:cs="LiberationSerif"/>
              </w:rPr>
              <w:t>działalności pedagogicznej</w:t>
            </w:r>
          </w:p>
        </w:tc>
        <w:tc>
          <w:tcPr>
            <w:tcW w:w="1873" w:type="dxa"/>
          </w:tcPr>
          <w:p w:rsidR="00185DF9" w:rsidRPr="00620EBB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K_U0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8</w:t>
            </w:r>
          </w:p>
        </w:tc>
      </w:tr>
      <w:tr w:rsidR="00F609B6" w:rsidRPr="009C54AE" w:rsidTr="005E6E85">
        <w:tc>
          <w:tcPr>
            <w:tcW w:w="1701" w:type="dxa"/>
          </w:tcPr>
          <w:p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8B7B65">
              <w:rPr>
                <w:rFonts w:ascii="DejaVuSans" w:hAnsi="DejaVuSans" w:cs="DejaVuSans"/>
                <w:b w:val="0"/>
                <w:szCs w:val="24"/>
              </w:rPr>
              <w:t>6</w:t>
            </w:r>
          </w:p>
        </w:tc>
        <w:tc>
          <w:tcPr>
            <w:tcW w:w="6096" w:type="dxa"/>
          </w:tcPr>
          <w:p w:rsidR="00D617AC" w:rsidRPr="00620EBB" w:rsidRDefault="00D36D1B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Times New Roman"/>
              </w:rPr>
              <w:t>Określ</w:t>
            </w:r>
            <w:r w:rsidR="00396BA6" w:rsidRPr="00620EBB">
              <w:rPr>
                <w:rFonts w:ascii="Corbel" w:hAnsi="Corbel" w:cs="Times New Roman"/>
              </w:rPr>
              <w:t>i</w:t>
            </w:r>
            <w:r w:rsidRPr="00620EBB">
              <w:rPr>
                <w:rFonts w:ascii="Corbel" w:hAnsi="Corbel" w:cs="Times New Roman"/>
              </w:rPr>
              <w:t xml:space="preserve"> etyczne problemy związane z prowadzoną działalnością społeczną i pedagogiczną - własną i innych, </w:t>
            </w:r>
            <w:r w:rsidRPr="00620EBB">
              <w:rPr>
                <w:rFonts w:ascii="Corbel" w:hAnsi="Corbel" w:cs="LiberationSerif"/>
              </w:rPr>
              <w:t xml:space="preserve"> dokonując jednocześnie </w:t>
            </w:r>
            <w:r w:rsidR="00D617AC" w:rsidRPr="00620EBB">
              <w:rPr>
                <w:rFonts w:ascii="Corbel" w:hAnsi="Corbel" w:cs="LiberationSerif"/>
              </w:rPr>
              <w:t xml:space="preserve"> oceny poziomu swojej wiedzy i umiejętności</w:t>
            </w:r>
          </w:p>
          <w:p w:rsidR="00F609B6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LiberationSerif"/>
              </w:rPr>
              <w:t>oraz motywacji do samokształcenia i samorozwoju</w:t>
            </w:r>
          </w:p>
        </w:tc>
        <w:tc>
          <w:tcPr>
            <w:tcW w:w="1873" w:type="dxa"/>
          </w:tcPr>
          <w:p w:rsidR="00F609B6" w:rsidRPr="00620EBB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K_K0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Wprowadzenie do problemów socjologii edukacji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procesu wychowawczego, jego społeczny charakter oraz jego ujęcie w socjologii 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pedagogice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społeczny charakter procesu wychowawczego i edukacyjnego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szerokie i wąskie pojęcie edukacji w socjologii i pedagogice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a pedagogika społeczna</w:t>
            </w:r>
          </w:p>
          <w:p w:rsidR="0085747A" w:rsidRPr="00C93F77" w:rsidRDefault="00D617AC" w:rsidP="00D617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jako subdyscyplina socjologiczna – jej zakres, problematyka i dziedziny.</w:t>
            </w: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Środowisko społeczne jako ważny czynnik środowiska edukacyjnego 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wychowawczego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środowiska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główne płaszczyzny środowiska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społeczności lokalnej i jej rola i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społeczność regionalna, jej struktura i funkcje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środowiska wychowawczego w socjologii</w:t>
            </w:r>
          </w:p>
          <w:p w:rsidR="0085747A" w:rsidRPr="009C54AE" w:rsidRDefault="0085747A" w:rsidP="005B33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Rodzina jako ważny element środowiska wychowawczego i edukacyjnego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rodziny i jej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więź społeczna i funkcje rodziny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społeczna a funkcja wychowawcza rodziny</w:t>
            </w:r>
          </w:p>
          <w:p w:rsidR="0085747A" w:rsidRPr="00C93F7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rodzina elementem społecznego systemu wychowania i edukacji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Szkoła jako ważna instytucja wychowująca i kształtująca człowieka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złożoność pojęcia “szkoła”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szkoła a środowisko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organizacyjna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organizacja formalna i nieformalna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klasa szkolna jako grupa społeczna w strukturze organizacyjnej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kierowanie i typy kierownictwa w szkole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nauczyciel jako ważny łącznik szkoły ze środowiskiem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Społeczne funkcje szkolnictwa w Polsce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szkolnictwo a upowszechnienie wykształcenia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rozwój ekonomiczny i społeczny a edukacja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społeczne uwarunkowanie procesu edukacji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nierówny dostęp do wykształcenia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Struktura i mechanizmy procesu uspołecznienia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uspołecznienia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uspołecznienie a kształtowanie osobowości społecznej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 wychowania a uspołecznienie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mechanizmy procesu uspołecznienia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przebieg procesu uspołecznienia – fazy asocjacji, problemy periodyzacji, procesy dysocjacji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Selekcyjne funkcje edukacji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selekcja szkolna a ruchliwość społeczna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szkolnych procesów selekcyjnych a ich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i rodzaje ruchliwości społecznej – ruchliwość społeczna pozioma i pionowa,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ruchliwość międzypokoleniowa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selekcje szkolne w procesie ruchliwości społecznej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EBB" w:rsidRDefault="001A6F6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Wykład problemowy</w:t>
      </w:r>
      <w:r w:rsidR="00D617AC">
        <w:rPr>
          <w:rFonts w:ascii="Corbel" w:hAnsi="Corbel"/>
          <w:sz w:val="20"/>
          <w:szCs w:val="20"/>
        </w:rPr>
        <w:t>,</w:t>
      </w:r>
    </w:p>
    <w:p w:rsidR="006F6499" w:rsidRPr="00153C41" w:rsidRDefault="00D617AC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Ćwiczenia: metoda projektów (projekt badawczy), praca w grupach (dyskusja)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7C3991">
        <w:trPr>
          <w:trHeight w:val="744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D1643D" w:rsidRDefault="00D1643D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:rsidTr="00C05F44">
        <w:tc>
          <w:tcPr>
            <w:tcW w:w="1985" w:type="dxa"/>
          </w:tcPr>
          <w:p w:rsidR="001A6F61" w:rsidRPr="001A6F61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:rsidTr="00C05F44">
        <w:tc>
          <w:tcPr>
            <w:tcW w:w="1985" w:type="dxa"/>
          </w:tcPr>
          <w:p w:rsidR="001A6F61" w:rsidRPr="009C54AE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F6499" w:rsidRPr="009C54AE" w:rsidTr="00D1643D">
        <w:trPr>
          <w:trHeight w:val="423"/>
        </w:trPr>
        <w:tc>
          <w:tcPr>
            <w:tcW w:w="1985" w:type="dxa"/>
          </w:tcPr>
          <w:p w:rsidR="006F6499" w:rsidRPr="00D1643D" w:rsidRDefault="006F64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5528" w:type="dxa"/>
          </w:tcPr>
          <w:p w:rsidR="006F6499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6F6499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,ćw</w:t>
            </w:r>
            <w:proofErr w:type="spellEnd"/>
          </w:p>
        </w:tc>
      </w:tr>
      <w:tr w:rsidR="00D1643D" w:rsidRPr="009C54AE" w:rsidTr="00C05F44">
        <w:tc>
          <w:tcPr>
            <w:tcW w:w="1985" w:type="dxa"/>
          </w:tcPr>
          <w:p w:rsidR="00D1643D" w:rsidRPr="00D1643D" w:rsidRDefault="00D1643D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Cs w:val="24"/>
              </w:rPr>
              <w:t>E</w:t>
            </w: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:rsidR="00D1643D" w:rsidRPr="00D1643D" w:rsidRDefault="00D1643D" w:rsidP="009C54AE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D1643D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E364A5" w:rsidRDefault="00174BFB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D1643D">
              <w:rPr>
                <w:rFonts w:ascii="DejaVuSans" w:hAnsi="DejaVuSans" w:cs="DejaVuSans"/>
              </w:rPr>
              <w:t xml:space="preserve"> kolokwium, praca projektowa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253E9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7C3991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12ECE">
              <w:rPr>
                <w:rFonts w:ascii="Corbel" w:hAnsi="Corbel"/>
                <w:sz w:val="24"/>
                <w:szCs w:val="24"/>
              </w:rPr>
              <w:t>p</w:t>
            </w:r>
            <w:r w:rsidR="00D1643D">
              <w:rPr>
                <w:rFonts w:ascii="Corbel" w:hAnsi="Corbel"/>
                <w:sz w:val="24"/>
                <w:szCs w:val="24"/>
              </w:rPr>
              <w:t>rzygotowanie do zajęć, kolokwium</w:t>
            </w:r>
            <w:r w:rsidR="00C12ECE">
              <w:rPr>
                <w:rFonts w:ascii="Corbel" w:hAnsi="Corbel"/>
                <w:sz w:val="24"/>
                <w:szCs w:val="24"/>
              </w:rPr>
              <w:t>,</w:t>
            </w:r>
            <w:r w:rsidR="00D1643D">
              <w:rPr>
                <w:rFonts w:ascii="Corbel" w:hAnsi="Corbel"/>
                <w:sz w:val="24"/>
                <w:szCs w:val="24"/>
              </w:rPr>
              <w:t xml:space="preserve"> pracy projektowej,</w:t>
            </w:r>
            <w:r w:rsidR="00EA311D">
              <w:rPr>
                <w:rFonts w:ascii="Corbel" w:hAnsi="Corbel"/>
                <w:sz w:val="24"/>
                <w:szCs w:val="24"/>
              </w:rPr>
              <w:t xml:space="preserve"> studiowania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9C54AE" w:rsidRDefault="006253E9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253E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22AF9" w:rsidRDefault="0085747A" w:rsidP="0082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822AF9">
              <w:rPr>
                <w:rFonts w:ascii="DejaVuSans" w:hAnsi="DejaVuSans" w:cs="DejaVuSans"/>
              </w:rPr>
              <w:t xml:space="preserve"> 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SZYMAŃSKI M.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IMPULS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2013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MEIGHAN R.,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UMK – T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ORUŃ </w:t>
            </w:r>
            <w:r>
              <w:rPr>
                <w:rFonts w:ascii="LiberationSerif" w:hAnsi="LiberationSerif" w:cs="LiberationSerif"/>
              </w:rPr>
              <w:t>1993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ZNANIECKI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T</w:t>
            </w:r>
            <w:r>
              <w:rPr>
                <w:rFonts w:ascii="LiberationSerif" w:hAnsi="LiberationSerif" w:cs="LiberationSerif"/>
              </w:rPr>
              <w:t xml:space="preserve">. I </w:t>
            </w:r>
            <w:proofErr w:type="spellStart"/>
            <w:r>
              <w:rPr>
                <w:rFonts w:ascii="LiberationSerif" w:hAnsi="LiberationSerif" w:cs="LiberationSerif"/>
                <w:sz w:val="18"/>
                <w:szCs w:val="18"/>
              </w:rPr>
              <w:t>I</w:t>
            </w:r>
            <w:proofErr w:type="spell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</w:t>
            </w:r>
            <w:r>
              <w:rPr>
                <w:rFonts w:ascii="LiberationSerif" w:hAnsi="LiberationSerif" w:cs="LiberationSerif"/>
              </w:rPr>
              <w:t>II,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2001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ADAMSKI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MAŁŻEŃSTWA I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1984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DYCZEWSKI L.,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ODZINA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SPOŁECZEŃSTWO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PAŃSTWO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KUL –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1994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KOWALSKI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 W ZARYSIE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-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1986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MARCZUK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O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RIENTACJE WARTOŚCIUJĄCE NAUCZYCIELI 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III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ZECZYPOSPOLITEJ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STUDIUM Z SOCJOLOGII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WSP – R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ZESZÓW </w:t>
            </w:r>
            <w:r>
              <w:rPr>
                <w:rFonts w:ascii="LiberationSerif" w:hAnsi="LiberationSerif" w:cs="LiberationSerif"/>
              </w:rPr>
              <w:t>2001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MIELICKA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WYCHOWANIA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WYBÓR TEKSTÓW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IELCE </w:t>
            </w:r>
            <w:r>
              <w:rPr>
                <w:rFonts w:ascii="LiberationSerif" w:hAnsi="LiberationSerif" w:cs="LiberationSerif"/>
              </w:rPr>
              <w:t>2000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TYSZKA Z.,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1976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B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ADANIA NAD RODZINĄ A PRAKTYKA SPOŁECZNA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B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YDGOSZCZ </w:t>
            </w:r>
            <w:r>
              <w:rPr>
                <w:rFonts w:ascii="LiberationSerif" w:hAnsi="LiberationSerif" w:cs="LiberationSerif"/>
              </w:rPr>
              <w:t>1988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ADAMSKI F.,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W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YCHOWANIE W RODZINIE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1982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A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NALIZA PRZEMIAN WYBRANYCH KATEGORII RODZIN</w:t>
            </w:r>
          </w:p>
          <w:p w:rsidR="0085747A" w:rsidRPr="009C54AE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POLSKICH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1990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364A5" w:rsidRDefault="0085747A" w:rsidP="00E3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</w:t>
            </w:r>
          </w:p>
          <w:p w:rsidR="0085747A" w:rsidRPr="009C54AE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tekstów</w:t>
            </w:r>
            <w:r>
              <w:rPr>
                <w:rFonts w:ascii="LiberationSerif" w:hAnsi="LiberationSerif" w:cs="LiberationSerif"/>
              </w:rPr>
              <w:t xml:space="preserve">, cz. I </w:t>
            </w:r>
            <w:proofErr w:type="spellStart"/>
            <w:r>
              <w:rPr>
                <w:rFonts w:ascii="LiberationSerif" w:hAnsi="LiberationSerif" w:cs="LiberationSerif"/>
              </w:rPr>
              <w:t>i</w:t>
            </w:r>
            <w:proofErr w:type="spellEnd"/>
            <w:r>
              <w:rPr>
                <w:rFonts w:ascii="LiberationSerif" w:hAnsi="LiberationSerif" w:cs="LiberationSerif"/>
              </w:rPr>
              <w:t xml:space="preserve"> II, WSSG – Tyczyn 1997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Pr="009C54AE" w:rsidRDefault="00E364A5" w:rsidP="007C3991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C12ECE" w:rsidRPr="002835AE" w:rsidRDefault="00C12ECE" w:rsidP="002835AE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  <w:lang w:eastAsia="en-US"/>
        </w:rPr>
      </w:pPr>
    </w:p>
    <w:p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2835AE" w:rsidRDefault="004F331E" w:rsidP="004F331E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2835AE" w:rsidRDefault="002835AE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sectPr w:rsidR="002835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6E2" w:rsidRDefault="002A76E2" w:rsidP="00C16ABF">
      <w:pPr>
        <w:spacing w:after="0" w:line="240" w:lineRule="auto"/>
      </w:pPr>
      <w:r>
        <w:separator/>
      </w:r>
    </w:p>
  </w:endnote>
  <w:endnote w:type="continuationSeparator" w:id="0">
    <w:p w:rsidR="002A76E2" w:rsidRDefault="002A76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6E2" w:rsidRDefault="002A76E2" w:rsidP="00C16ABF">
      <w:pPr>
        <w:spacing w:after="0" w:line="240" w:lineRule="auto"/>
      </w:pPr>
      <w:r>
        <w:separator/>
      </w:r>
    </w:p>
  </w:footnote>
  <w:footnote w:type="continuationSeparator" w:id="0">
    <w:p w:rsidR="002A76E2" w:rsidRDefault="002A76E2" w:rsidP="00C16ABF">
      <w:pPr>
        <w:spacing w:after="0" w:line="240" w:lineRule="auto"/>
      </w:pPr>
      <w:r>
        <w:continuationSeparator/>
      </w:r>
    </w:p>
  </w:footnote>
  <w:footnote w:id="1">
    <w:p w:rsidR="008B7B65" w:rsidRDefault="008B7B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AC4"/>
    <w:rsid w:val="000D04B0"/>
    <w:rsid w:val="000D3567"/>
    <w:rsid w:val="000F1C57"/>
    <w:rsid w:val="000F3BA3"/>
    <w:rsid w:val="000F5615"/>
    <w:rsid w:val="000F624E"/>
    <w:rsid w:val="00101E2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BFB"/>
    <w:rsid w:val="00176083"/>
    <w:rsid w:val="001770C7"/>
    <w:rsid w:val="00177D31"/>
    <w:rsid w:val="00185DF9"/>
    <w:rsid w:val="00192F37"/>
    <w:rsid w:val="001A6F61"/>
    <w:rsid w:val="001A70D2"/>
    <w:rsid w:val="001B322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5AE"/>
    <w:rsid w:val="002857DE"/>
    <w:rsid w:val="00291567"/>
    <w:rsid w:val="002A22BF"/>
    <w:rsid w:val="002A2389"/>
    <w:rsid w:val="002A671D"/>
    <w:rsid w:val="002A76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8B4"/>
    <w:rsid w:val="00363F78"/>
    <w:rsid w:val="0038778D"/>
    <w:rsid w:val="00396BA6"/>
    <w:rsid w:val="003A0A5B"/>
    <w:rsid w:val="003A1176"/>
    <w:rsid w:val="003A6F9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E2"/>
    <w:rsid w:val="004968E2"/>
    <w:rsid w:val="004A3EEA"/>
    <w:rsid w:val="004A4D1F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0C2"/>
    <w:rsid w:val="0059484D"/>
    <w:rsid w:val="005A0855"/>
    <w:rsid w:val="005A3196"/>
    <w:rsid w:val="005B332A"/>
    <w:rsid w:val="005B51AA"/>
    <w:rsid w:val="005C080F"/>
    <w:rsid w:val="005C55E5"/>
    <w:rsid w:val="005C696A"/>
    <w:rsid w:val="005D7103"/>
    <w:rsid w:val="005E6E85"/>
    <w:rsid w:val="005F31D2"/>
    <w:rsid w:val="0061029B"/>
    <w:rsid w:val="00617230"/>
    <w:rsid w:val="00620EBB"/>
    <w:rsid w:val="00621CE1"/>
    <w:rsid w:val="006253E9"/>
    <w:rsid w:val="00627FC9"/>
    <w:rsid w:val="00647FA8"/>
    <w:rsid w:val="00650C5F"/>
    <w:rsid w:val="00654934"/>
    <w:rsid w:val="006620D9"/>
    <w:rsid w:val="00671958"/>
    <w:rsid w:val="00675843"/>
    <w:rsid w:val="0068080C"/>
    <w:rsid w:val="00696477"/>
    <w:rsid w:val="006A1626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30F8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449B3"/>
    <w:rsid w:val="00855A4D"/>
    <w:rsid w:val="0085747A"/>
    <w:rsid w:val="00866F14"/>
    <w:rsid w:val="00884922"/>
    <w:rsid w:val="00885F64"/>
    <w:rsid w:val="008917F9"/>
    <w:rsid w:val="008A45F7"/>
    <w:rsid w:val="008B7B65"/>
    <w:rsid w:val="008C0CC0"/>
    <w:rsid w:val="008C19A9"/>
    <w:rsid w:val="008C379D"/>
    <w:rsid w:val="008C5147"/>
    <w:rsid w:val="008C5359"/>
    <w:rsid w:val="008C5363"/>
    <w:rsid w:val="008D3DFB"/>
    <w:rsid w:val="008D495C"/>
    <w:rsid w:val="008E64F4"/>
    <w:rsid w:val="008F12C9"/>
    <w:rsid w:val="008F6E29"/>
    <w:rsid w:val="00916188"/>
    <w:rsid w:val="00923D7D"/>
    <w:rsid w:val="00946564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C4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571"/>
    <w:rsid w:val="00A84C85"/>
    <w:rsid w:val="00A9473B"/>
    <w:rsid w:val="00A97DE1"/>
    <w:rsid w:val="00AB053C"/>
    <w:rsid w:val="00AD1146"/>
    <w:rsid w:val="00AD27D3"/>
    <w:rsid w:val="00AD3465"/>
    <w:rsid w:val="00AD66D6"/>
    <w:rsid w:val="00AE03D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63E"/>
    <w:rsid w:val="00B607DB"/>
    <w:rsid w:val="00B65534"/>
    <w:rsid w:val="00B66529"/>
    <w:rsid w:val="00B71899"/>
    <w:rsid w:val="00B75946"/>
    <w:rsid w:val="00B8056E"/>
    <w:rsid w:val="00B819C8"/>
    <w:rsid w:val="00B82308"/>
    <w:rsid w:val="00B90885"/>
    <w:rsid w:val="00BB520A"/>
    <w:rsid w:val="00BB725A"/>
    <w:rsid w:val="00BC0BBB"/>
    <w:rsid w:val="00BD3869"/>
    <w:rsid w:val="00BD66E9"/>
    <w:rsid w:val="00BD6FF4"/>
    <w:rsid w:val="00BF1F9B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EF"/>
    <w:rsid w:val="00C766DF"/>
    <w:rsid w:val="00C93F77"/>
    <w:rsid w:val="00C94B98"/>
    <w:rsid w:val="00CA2B96"/>
    <w:rsid w:val="00CA5089"/>
    <w:rsid w:val="00CB42CB"/>
    <w:rsid w:val="00CD00C5"/>
    <w:rsid w:val="00CD6897"/>
    <w:rsid w:val="00CE5BAC"/>
    <w:rsid w:val="00CF25BE"/>
    <w:rsid w:val="00CF78ED"/>
    <w:rsid w:val="00D016C2"/>
    <w:rsid w:val="00D02B25"/>
    <w:rsid w:val="00D02EBA"/>
    <w:rsid w:val="00D1643D"/>
    <w:rsid w:val="00D17C3C"/>
    <w:rsid w:val="00D26B2C"/>
    <w:rsid w:val="00D352C9"/>
    <w:rsid w:val="00D36D1B"/>
    <w:rsid w:val="00D425B2"/>
    <w:rsid w:val="00D428D6"/>
    <w:rsid w:val="00D47B14"/>
    <w:rsid w:val="00D552B2"/>
    <w:rsid w:val="00D608D1"/>
    <w:rsid w:val="00D617AC"/>
    <w:rsid w:val="00D74119"/>
    <w:rsid w:val="00D74AFC"/>
    <w:rsid w:val="00D74EDF"/>
    <w:rsid w:val="00D75C97"/>
    <w:rsid w:val="00D8075B"/>
    <w:rsid w:val="00D8678B"/>
    <w:rsid w:val="00DA2114"/>
    <w:rsid w:val="00DB388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4A5"/>
    <w:rsid w:val="00E51E44"/>
    <w:rsid w:val="00E57440"/>
    <w:rsid w:val="00E63348"/>
    <w:rsid w:val="00E77E88"/>
    <w:rsid w:val="00E8107D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F070AB"/>
    <w:rsid w:val="00F16AC6"/>
    <w:rsid w:val="00F17567"/>
    <w:rsid w:val="00F27A7B"/>
    <w:rsid w:val="00F526AF"/>
    <w:rsid w:val="00F567C9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E74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779FA-99B4-4762-B529-485B2B3C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1219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2019-12-06T08:23:00Z</cp:lastPrinted>
  <dcterms:created xsi:type="dcterms:W3CDTF">2019-11-20T16:57:00Z</dcterms:created>
  <dcterms:modified xsi:type="dcterms:W3CDTF">2021-10-01T09:57:00Z</dcterms:modified>
</cp:coreProperties>
</file>